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63CC" w:rsidRPr="00F77A59" w:rsidRDefault="008063CC">
      <w:pPr>
        <w:rPr>
          <w:rFonts w:ascii="Arial" w:hAnsi="Arial" w:cs="Arial"/>
          <w:sz w:val="22"/>
          <w:szCs w:val="22"/>
        </w:rPr>
      </w:pPr>
    </w:p>
    <w:tbl>
      <w:tblPr>
        <w:tblW w:w="10491" w:type="dxa"/>
        <w:tblInd w:w="-318" w:type="dxa"/>
        <w:tblLayout w:type="fixed"/>
        <w:tblLook w:val="0000"/>
      </w:tblPr>
      <w:tblGrid>
        <w:gridCol w:w="4786"/>
        <w:gridCol w:w="5404"/>
        <w:gridCol w:w="301"/>
      </w:tblGrid>
      <w:tr w:rsidR="00BA475F" w:rsidRPr="00012677" w:rsidTr="00014AE9">
        <w:trPr>
          <w:trHeight w:val="13704"/>
        </w:trPr>
        <w:tc>
          <w:tcPr>
            <w:tcW w:w="4786" w:type="dxa"/>
          </w:tcPr>
          <w:p w:rsidR="00BA475F" w:rsidRPr="00CB51BD" w:rsidRDefault="00CF0518" w:rsidP="00EA63EC">
            <w:pPr>
              <w:ind w:right="317"/>
              <w:rPr>
                <w:rFonts w:asciiTheme="minorHAnsi" w:hAnsiTheme="minorHAnsi" w:cstheme="minorHAnsi"/>
                <w:b/>
                <w:sz w:val="32"/>
                <w:szCs w:val="32"/>
              </w:rPr>
            </w:pPr>
            <w:bookmarkStart w:id="0" w:name="AΙΤΗΣΗ"/>
            <w:r w:rsidRPr="00CB51BD">
              <w:rPr>
                <w:rFonts w:asciiTheme="minorHAnsi" w:hAnsiTheme="minorHAnsi" w:cstheme="minorHAnsi"/>
                <w:b/>
                <w:sz w:val="32"/>
                <w:szCs w:val="32"/>
              </w:rPr>
              <w:t xml:space="preserve">     </w:t>
            </w:r>
            <w:r w:rsidR="00CB51BD">
              <w:rPr>
                <w:rFonts w:asciiTheme="minorHAnsi" w:hAnsiTheme="minorHAnsi" w:cstheme="minorHAnsi"/>
                <w:b/>
                <w:sz w:val="32"/>
                <w:szCs w:val="32"/>
              </w:rPr>
              <w:t xml:space="preserve">         </w:t>
            </w:r>
            <w:r w:rsidR="00A02B5C">
              <w:rPr>
                <w:rFonts w:asciiTheme="minorHAnsi" w:hAnsiTheme="minorHAnsi" w:cstheme="minorHAnsi"/>
                <w:b/>
                <w:sz w:val="32"/>
                <w:szCs w:val="32"/>
              </w:rPr>
              <w:t xml:space="preserve"> </w:t>
            </w:r>
            <w:r w:rsidR="00CB51BD">
              <w:rPr>
                <w:rFonts w:asciiTheme="minorHAnsi" w:hAnsiTheme="minorHAnsi" w:cstheme="minorHAnsi"/>
                <w:b/>
                <w:sz w:val="32"/>
                <w:szCs w:val="32"/>
              </w:rPr>
              <w:t xml:space="preserve"> </w:t>
            </w:r>
            <w:r w:rsidRPr="00CB51BD">
              <w:rPr>
                <w:rFonts w:asciiTheme="minorHAnsi" w:hAnsiTheme="minorHAnsi" w:cstheme="minorHAnsi"/>
                <w:b/>
                <w:sz w:val="32"/>
                <w:szCs w:val="32"/>
              </w:rPr>
              <w:t xml:space="preserve">  ΑΙΤΗΣΗ</w:t>
            </w:r>
          </w:p>
          <w:bookmarkEnd w:id="0"/>
          <w:p w:rsidR="00BA475F" w:rsidRPr="00CB51BD" w:rsidRDefault="00BA475F" w:rsidP="00EA63EC">
            <w:pPr>
              <w:spacing w:line="480" w:lineRule="auto"/>
              <w:rPr>
                <w:rFonts w:asciiTheme="minorHAnsi" w:hAnsiTheme="minorHAnsi" w:cstheme="minorHAnsi"/>
              </w:rPr>
            </w:pPr>
          </w:p>
          <w:p w:rsidR="00BA475F" w:rsidRPr="00CB51BD" w:rsidRDefault="00BA475F" w:rsidP="00EA63EC">
            <w:pPr>
              <w:spacing w:line="480" w:lineRule="auto"/>
              <w:rPr>
                <w:rFonts w:asciiTheme="minorHAnsi" w:hAnsiTheme="minorHAnsi" w:cstheme="minorHAnsi"/>
              </w:rPr>
            </w:pPr>
            <w:r w:rsidRPr="00CB51BD">
              <w:rPr>
                <w:rFonts w:asciiTheme="minorHAnsi" w:hAnsiTheme="minorHAnsi" w:cstheme="minorHAnsi"/>
              </w:rPr>
              <w:t>ΕΠΩΝΥΜΟ:………………………………………..</w:t>
            </w:r>
          </w:p>
          <w:p w:rsidR="00BA475F" w:rsidRPr="00CB51BD" w:rsidRDefault="00BA475F" w:rsidP="00EA63EC">
            <w:pPr>
              <w:spacing w:line="480" w:lineRule="auto"/>
              <w:rPr>
                <w:rFonts w:asciiTheme="minorHAnsi" w:hAnsiTheme="minorHAnsi" w:cstheme="minorHAnsi"/>
              </w:rPr>
            </w:pPr>
            <w:r w:rsidRPr="00CB51BD">
              <w:rPr>
                <w:rFonts w:asciiTheme="minorHAnsi" w:hAnsiTheme="minorHAnsi" w:cstheme="minorHAnsi"/>
              </w:rPr>
              <w:t>ΟΝΟΜΑ:………………………………………………</w:t>
            </w:r>
          </w:p>
          <w:p w:rsidR="00BA475F" w:rsidRPr="00CB51BD" w:rsidRDefault="00BA475F" w:rsidP="00EA63EC">
            <w:pPr>
              <w:spacing w:line="480" w:lineRule="auto"/>
              <w:rPr>
                <w:rFonts w:asciiTheme="minorHAnsi" w:hAnsiTheme="minorHAnsi" w:cstheme="minorHAnsi"/>
              </w:rPr>
            </w:pPr>
            <w:r w:rsidRPr="00CB51BD">
              <w:rPr>
                <w:rFonts w:asciiTheme="minorHAnsi" w:hAnsiTheme="minorHAnsi" w:cstheme="minorHAnsi"/>
              </w:rPr>
              <w:t>ΠΑΤΡΩΝΥΜΟ:…………………………………….</w:t>
            </w:r>
          </w:p>
          <w:p w:rsidR="00BA475F" w:rsidRPr="00CB51BD" w:rsidRDefault="00BA475F" w:rsidP="00EA63EC">
            <w:pPr>
              <w:spacing w:line="480" w:lineRule="auto"/>
              <w:rPr>
                <w:rFonts w:asciiTheme="minorHAnsi" w:hAnsiTheme="minorHAnsi" w:cstheme="minorHAnsi"/>
              </w:rPr>
            </w:pPr>
            <w:r w:rsidRPr="00CB51BD">
              <w:rPr>
                <w:rFonts w:asciiTheme="minorHAnsi" w:hAnsiTheme="minorHAnsi" w:cstheme="minorHAnsi"/>
              </w:rPr>
              <w:t>Α.Μ.: …………………………………………………</w:t>
            </w:r>
          </w:p>
          <w:p w:rsidR="00BA475F" w:rsidRPr="00CB51BD" w:rsidRDefault="00BA475F" w:rsidP="00EA63EC">
            <w:pPr>
              <w:spacing w:line="480" w:lineRule="auto"/>
              <w:rPr>
                <w:rFonts w:asciiTheme="minorHAnsi" w:hAnsiTheme="minorHAnsi" w:cstheme="minorHAnsi"/>
              </w:rPr>
            </w:pPr>
            <w:r w:rsidRPr="00CB51BD">
              <w:rPr>
                <w:rFonts w:asciiTheme="minorHAnsi" w:hAnsiTheme="minorHAnsi" w:cstheme="minorHAnsi"/>
              </w:rPr>
              <w:t>ΕΙΔΙΚΟΤΗΤΑ: ………………………..…………</w:t>
            </w:r>
          </w:p>
          <w:p w:rsidR="00BA475F" w:rsidRPr="00CB51BD" w:rsidRDefault="00BA475F" w:rsidP="00EA63EC">
            <w:pPr>
              <w:spacing w:line="480" w:lineRule="auto"/>
              <w:rPr>
                <w:rFonts w:asciiTheme="minorHAnsi" w:hAnsiTheme="minorHAnsi" w:cstheme="minorHAnsi"/>
              </w:rPr>
            </w:pPr>
            <w:r w:rsidRPr="00CB51BD">
              <w:rPr>
                <w:rFonts w:asciiTheme="minorHAnsi" w:hAnsiTheme="minorHAnsi" w:cstheme="minorHAnsi"/>
              </w:rPr>
              <w:t xml:space="preserve">ΟΡΓΑΝΙΚΗ ΘΕΣΗ: </w:t>
            </w:r>
          </w:p>
          <w:p w:rsidR="00BA475F" w:rsidRPr="00CB51BD" w:rsidRDefault="00BA475F" w:rsidP="00EA63EC">
            <w:pPr>
              <w:spacing w:line="480" w:lineRule="auto"/>
              <w:rPr>
                <w:rFonts w:asciiTheme="minorHAnsi" w:hAnsiTheme="minorHAnsi" w:cstheme="minorHAnsi"/>
              </w:rPr>
            </w:pPr>
            <w:r w:rsidRPr="00CB51BD">
              <w:rPr>
                <w:rFonts w:asciiTheme="minorHAnsi" w:hAnsiTheme="minorHAnsi" w:cstheme="minorHAnsi"/>
              </w:rPr>
              <w:t>…………………………………………………….......</w:t>
            </w:r>
          </w:p>
          <w:p w:rsidR="00BA475F" w:rsidRPr="00CB51BD" w:rsidRDefault="00BA475F" w:rsidP="00EA63EC">
            <w:pPr>
              <w:spacing w:line="480" w:lineRule="auto"/>
              <w:rPr>
                <w:rFonts w:asciiTheme="minorHAnsi" w:hAnsiTheme="minorHAnsi" w:cstheme="minorHAnsi"/>
              </w:rPr>
            </w:pPr>
            <w:r w:rsidRPr="00CB51BD">
              <w:rPr>
                <w:rFonts w:asciiTheme="minorHAnsi" w:hAnsiTheme="minorHAnsi" w:cstheme="minorHAnsi"/>
              </w:rPr>
              <w:t xml:space="preserve">ΤΗΛΕΦΩΝΟ ΚΑΤΟΙΚΙΑΣ: </w:t>
            </w:r>
          </w:p>
          <w:p w:rsidR="00BA475F" w:rsidRPr="00CB51BD" w:rsidRDefault="00BA475F" w:rsidP="00EA63EC">
            <w:pPr>
              <w:spacing w:line="480" w:lineRule="auto"/>
              <w:rPr>
                <w:rFonts w:asciiTheme="minorHAnsi" w:hAnsiTheme="minorHAnsi" w:cstheme="minorHAnsi"/>
              </w:rPr>
            </w:pPr>
            <w:r w:rsidRPr="00CB51BD">
              <w:rPr>
                <w:rFonts w:asciiTheme="minorHAnsi" w:hAnsiTheme="minorHAnsi" w:cstheme="minorHAnsi"/>
              </w:rPr>
              <w:t>………………………………….…………………………</w:t>
            </w:r>
          </w:p>
          <w:p w:rsidR="00BA475F" w:rsidRPr="00CB51BD" w:rsidRDefault="00BA475F" w:rsidP="00EA63EC">
            <w:pPr>
              <w:spacing w:line="480" w:lineRule="auto"/>
              <w:rPr>
                <w:rFonts w:asciiTheme="minorHAnsi" w:hAnsiTheme="minorHAnsi" w:cstheme="minorHAnsi"/>
              </w:rPr>
            </w:pPr>
            <w:r w:rsidRPr="00CB51BD">
              <w:rPr>
                <w:rFonts w:asciiTheme="minorHAnsi" w:hAnsiTheme="minorHAnsi" w:cstheme="minorHAnsi"/>
              </w:rPr>
              <w:t>ΚΙΝΗΤΟ ΤΗΛΕΦΩΝΟ:</w:t>
            </w:r>
          </w:p>
          <w:p w:rsidR="00BA475F" w:rsidRPr="00CB51BD" w:rsidRDefault="00BA475F" w:rsidP="00EA63EC">
            <w:pPr>
              <w:spacing w:line="480" w:lineRule="auto"/>
              <w:rPr>
                <w:rFonts w:asciiTheme="minorHAnsi" w:hAnsiTheme="minorHAnsi" w:cstheme="minorHAnsi"/>
              </w:rPr>
            </w:pPr>
            <w:r w:rsidRPr="00CB51BD">
              <w:rPr>
                <w:rFonts w:asciiTheme="minorHAnsi" w:hAnsiTheme="minorHAnsi" w:cstheme="minorHAnsi"/>
              </w:rPr>
              <w:t>…………………………………………………………….</w:t>
            </w:r>
          </w:p>
          <w:p w:rsidR="00BA475F" w:rsidRPr="00CB51BD" w:rsidRDefault="00BA475F" w:rsidP="00EA63EC">
            <w:pPr>
              <w:spacing w:line="480" w:lineRule="auto"/>
              <w:rPr>
                <w:rFonts w:asciiTheme="minorHAnsi" w:hAnsiTheme="minorHAnsi" w:cstheme="minorHAnsi"/>
              </w:rPr>
            </w:pPr>
            <w:r w:rsidRPr="00CB51BD">
              <w:rPr>
                <w:rFonts w:asciiTheme="minorHAnsi" w:hAnsiTheme="minorHAnsi" w:cstheme="minorHAnsi"/>
              </w:rPr>
              <w:t xml:space="preserve">ΠΡΟΣΩΠΙΚΟ </w:t>
            </w:r>
            <w:r w:rsidRPr="00CB51BD">
              <w:rPr>
                <w:rFonts w:asciiTheme="minorHAnsi" w:hAnsiTheme="minorHAnsi" w:cstheme="minorHAnsi"/>
                <w:lang w:val="en-US"/>
              </w:rPr>
              <w:t>E</w:t>
            </w:r>
            <w:r w:rsidRPr="00CB51BD">
              <w:rPr>
                <w:rFonts w:asciiTheme="minorHAnsi" w:hAnsiTheme="minorHAnsi" w:cstheme="minorHAnsi"/>
              </w:rPr>
              <w:t>-</w:t>
            </w:r>
            <w:r w:rsidRPr="00CB51BD">
              <w:rPr>
                <w:rFonts w:asciiTheme="minorHAnsi" w:hAnsiTheme="minorHAnsi" w:cstheme="minorHAnsi"/>
                <w:lang w:val="en-US"/>
              </w:rPr>
              <w:t>MAIL</w:t>
            </w:r>
            <w:r w:rsidRPr="00CB51BD">
              <w:rPr>
                <w:rFonts w:asciiTheme="minorHAnsi" w:hAnsiTheme="minorHAnsi" w:cstheme="minorHAnsi"/>
              </w:rPr>
              <w:t>:…………………………</w:t>
            </w:r>
          </w:p>
          <w:p w:rsidR="00BA475F" w:rsidRPr="00CB51BD" w:rsidRDefault="00BA475F" w:rsidP="00EA63EC">
            <w:pPr>
              <w:ind w:right="317"/>
              <w:rPr>
                <w:rFonts w:asciiTheme="minorHAnsi" w:hAnsiTheme="minorHAnsi" w:cstheme="minorHAnsi"/>
              </w:rPr>
            </w:pPr>
          </w:p>
          <w:p w:rsidR="00014AE9" w:rsidRPr="00CB51BD" w:rsidRDefault="00014AE9" w:rsidP="00EA63EC">
            <w:pPr>
              <w:ind w:right="317"/>
              <w:rPr>
                <w:rFonts w:asciiTheme="minorHAnsi" w:hAnsiTheme="minorHAnsi" w:cstheme="minorHAnsi"/>
              </w:rPr>
            </w:pPr>
          </w:p>
          <w:p w:rsidR="00014AE9" w:rsidRPr="00CB51BD" w:rsidRDefault="00014AE9" w:rsidP="00EA63EC">
            <w:pPr>
              <w:ind w:right="317"/>
              <w:rPr>
                <w:rFonts w:asciiTheme="minorHAnsi" w:hAnsiTheme="minorHAnsi" w:cstheme="minorHAnsi"/>
              </w:rPr>
            </w:pPr>
          </w:p>
          <w:p w:rsidR="00014AE9" w:rsidRPr="00CB51BD" w:rsidRDefault="00014AE9" w:rsidP="00EA63EC">
            <w:pPr>
              <w:ind w:right="317"/>
              <w:rPr>
                <w:rFonts w:asciiTheme="minorHAnsi" w:hAnsiTheme="minorHAnsi" w:cstheme="minorHAnsi"/>
              </w:rPr>
            </w:pPr>
          </w:p>
          <w:p w:rsidR="00014AE9" w:rsidRDefault="00014AE9" w:rsidP="00EA63EC">
            <w:pPr>
              <w:ind w:right="317"/>
              <w:rPr>
                <w:rFonts w:asciiTheme="minorHAnsi" w:hAnsiTheme="minorHAnsi" w:cstheme="minorHAnsi"/>
              </w:rPr>
            </w:pPr>
          </w:p>
          <w:p w:rsidR="00057728" w:rsidRDefault="00057728" w:rsidP="00EA63EC">
            <w:pPr>
              <w:ind w:right="317"/>
              <w:rPr>
                <w:rFonts w:asciiTheme="minorHAnsi" w:hAnsiTheme="minorHAnsi" w:cstheme="minorHAnsi"/>
              </w:rPr>
            </w:pPr>
          </w:p>
          <w:p w:rsidR="00057728" w:rsidRPr="00CB51BD" w:rsidRDefault="00057728" w:rsidP="00EA63EC">
            <w:pPr>
              <w:ind w:right="317"/>
              <w:rPr>
                <w:rFonts w:asciiTheme="minorHAnsi" w:hAnsiTheme="minorHAnsi" w:cstheme="minorHAnsi"/>
              </w:rPr>
            </w:pPr>
          </w:p>
          <w:p w:rsidR="00BA475F" w:rsidRPr="00CB51BD" w:rsidRDefault="00BA475F" w:rsidP="00EA63EC">
            <w:pPr>
              <w:ind w:right="317"/>
              <w:rPr>
                <w:rFonts w:asciiTheme="minorHAnsi" w:hAnsiTheme="minorHAnsi" w:cstheme="minorHAnsi"/>
              </w:rPr>
            </w:pPr>
          </w:p>
          <w:p w:rsidR="00CF0518" w:rsidRPr="00CB51BD" w:rsidRDefault="00BA475F" w:rsidP="00EA63EC">
            <w:pPr>
              <w:rPr>
                <w:rFonts w:asciiTheme="minorHAnsi" w:hAnsiTheme="minorHAnsi" w:cstheme="minorHAnsi"/>
                <w:b/>
              </w:rPr>
            </w:pPr>
            <w:r w:rsidRPr="00CB51BD">
              <w:rPr>
                <w:rFonts w:asciiTheme="minorHAnsi" w:hAnsiTheme="minorHAnsi" w:cstheme="minorHAnsi"/>
                <w:b/>
              </w:rPr>
              <w:t>Θέμα: «</w:t>
            </w:r>
            <w:r w:rsidR="00CF0518" w:rsidRPr="00CB51BD">
              <w:rPr>
                <w:rFonts w:asciiTheme="minorHAnsi" w:hAnsiTheme="minorHAnsi" w:cstheme="minorHAnsi"/>
                <w:b/>
              </w:rPr>
              <w:t xml:space="preserve">Εκδήλωση ενδιαφέροντος για θέση </w:t>
            </w:r>
          </w:p>
          <w:p w:rsidR="00BA475F" w:rsidRPr="00CB51BD" w:rsidRDefault="00CF0518" w:rsidP="00EA63EC">
            <w:pPr>
              <w:rPr>
                <w:rFonts w:asciiTheme="minorHAnsi" w:hAnsiTheme="minorHAnsi" w:cstheme="minorHAnsi"/>
                <w:b/>
              </w:rPr>
            </w:pPr>
            <w:r w:rsidRPr="00CB51BD">
              <w:rPr>
                <w:rFonts w:asciiTheme="minorHAnsi" w:hAnsiTheme="minorHAnsi" w:cstheme="minorHAnsi"/>
                <w:b/>
              </w:rPr>
              <w:t xml:space="preserve">                     Υποδιευθ</w:t>
            </w:r>
            <w:r w:rsidR="00057728">
              <w:rPr>
                <w:rFonts w:asciiTheme="minorHAnsi" w:hAnsiTheme="minorHAnsi" w:cstheme="minorHAnsi"/>
                <w:b/>
              </w:rPr>
              <w:t>ύντριας</w:t>
            </w:r>
            <w:r w:rsidRPr="00CB51BD">
              <w:rPr>
                <w:rFonts w:asciiTheme="minorHAnsi" w:hAnsiTheme="minorHAnsi" w:cstheme="minorHAnsi"/>
                <w:b/>
              </w:rPr>
              <w:t>/</w:t>
            </w:r>
            <w:r w:rsidR="00B244BB">
              <w:rPr>
                <w:rFonts w:asciiTheme="minorHAnsi" w:hAnsiTheme="minorHAnsi" w:cstheme="minorHAnsi"/>
                <w:b/>
              </w:rPr>
              <w:t>-</w:t>
            </w:r>
            <w:proofErr w:type="spellStart"/>
            <w:r w:rsidRPr="00CB51BD">
              <w:rPr>
                <w:rFonts w:asciiTheme="minorHAnsi" w:hAnsiTheme="minorHAnsi" w:cstheme="minorHAnsi"/>
                <w:b/>
              </w:rPr>
              <w:t>ντ</w:t>
            </w:r>
            <w:r w:rsidR="00057728">
              <w:rPr>
                <w:rFonts w:asciiTheme="minorHAnsi" w:hAnsiTheme="minorHAnsi" w:cstheme="minorHAnsi"/>
                <w:b/>
              </w:rPr>
              <w:t>ή</w:t>
            </w:r>
            <w:proofErr w:type="spellEnd"/>
            <w:r w:rsidR="00BA475F" w:rsidRPr="00CB51BD">
              <w:rPr>
                <w:rFonts w:asciiTheme="minorHAnsi" w:hAnsiTheme="minorHAnsi" w:cstheme="minorHAnsi"/>
                <w:b/>
              </w:rPr>
              <w:t>»</w:t>
            </w:r>
          </w:p>
          <w:p w:rsidR="00BA475F" w:rsidRPr="00CB51BD" w:rsidRDefault="00BA475F" w:rsidP="00EA63EC">
            <w:pPr>
              <w:ind w:right="317"/>
              <w:rPr>
                <w:rFonts w:asciiTheme="minorHAnsi" w:hAnsiTheme="minorHAnsi" w:cstheme="minorHAnsi"/>
              </w:rPr>
            </w:pPr>
          </w:p>
          <w:p w:rsidR="00BA475F" w:rsidRPr="00CB51BD" w:rsidRDefault="00BA475F" w:rsidP="00EA63EC">
            <w:pPr>
              <w:ind w:right="317"/>
              <w:rPr>
                <w:rFonts w:asciiTheme="minorHAnsi" w:hAnsiTheme="minorHAnsi" w:cstheme="minorHAnsi"/>
              </w:rPr>
            </w:pPr>
          </w:p>
          <w:p w:rsidR="00BA475F" w:rsidRPr="00CB51BD" w:rsidRDefault="00057728" w:rsidP="00EA63EC">
            <w:pPr>
              <w:ind w:right="317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         </w:t>
            </w:r>
            <w:r w:rsidR="00F85695" w:rsidRPr="00CB51BD">
              <w:rPr>
                <w:rFonts w:asciiTheme="minorHAnsi" w:hAnsiTheme="minorHAnsi" w:cstheme="minorHAnsi"/>
              </w:rPr>
              <w:t>Θεσσαλονίκη</w:t>
            </w:r>
            <w:r w:rsidR="00CB51BD" w:rsidRPr="00CB51BD">
              <w:rPr>
                <w:rFonts w:asciiTheme="minorHAnsi" w:hAnsiTheme="minorHAnsi" w:cstheme="minorHAnsi"/>
              </w:rPr>
              <w:t>,</w:t>
            </w:r>
            <w:r w:rsidR="00F85695" w:rsidRPr="00CB51BD">
              <w:rPr>
                <w:rFonts w:asciiTheme="minorHAnsi" w:hAnsiTheme="minorHAnsi" w:cstheme="minorHAnsi"/>
              </w:rPr>
              <w:t xml:space="preserve">  </w:t>
            </w:r>
            <w:r w:rsidR="00BA475F" w:rsidRPr="00CB51BD">
              <w:rPr>
                <w:rFonts w:asciiTheme="minorHAnsi" w:hAnsiTheme="minorHAnsi" w:cstheme="minorHAnsi"/>
              </w:rPr>
              <w:t>……………</w:t>
            </w:r>
            <w:r w:rsidR="00A044AF">
              <w:rPr>
                <w:rFonts w:asciiTheme="minorHAnsi" w:hAnsiTheme="minorHAnsi" w:cstheme="minorHAnsi"/>
              </w:rPr>
              <w:t>..</w:t>
            </w:r>
            <w:r w:rsidR="0050594E">
              <w:rPr>
                <w:rFonts w:asciiTheme="minorHAnsi" w:hAnsiTheme="minorHAnsi" w:cstheme="minorHAnsi"/>
              </w:rPr>
              <w:t>……….</w:t>
            </w:r>
          </w:p>
          <w:p w:rsidR="00BA475F" w:rsidRPr="00CB51BD" w:rsidRDefault="00BA475F" w:rsidP="00F85695">
            <w:pPr>
              <w:ind w:right="-6230"/>
              <w:rPr>
                <w:rFonts w:asciiTheme="minorHAnsi" w:hAnsiTheme="minorHAnsi" w:cstheme="minorHAnsi"/>
              </w:rPr>
            </w:pPr>
            <w:r w:rsidRPr="00CB51BD"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5705" w:type="dxa"/>
            <w:gridSpan w:val="2"/>
          </w:tcPr>
          <w:p w:rsidR="00BA475F" w:rsidRDefault="00B244BB" w:rsidP="00EA63EC">
            <w:pPr>
              <w:ind w:right="317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  <w:sz w:val="32"/>
                <w:szCs w:val="32"/>
              </w:rPr>
              <w:t xml:space="preserve">                             </w:t>
            </w:r>
            <w:r w:rsidR="00BA475F" w:rsidRPr="003653AE">
              <w:rPr>
                <w:rFonts w:asciiTheme="minorHAnsi" w:hAnsiTheme="minorHAnsi" w:cstheme="minorHAnsi"/>
                <w:b/>
                <w:sz w:val="32"/>
                <w:szCs w:val="32"/>
              </w:rPr>
              <w:t>ΠΡΟΣ</w:t>
            </w:r>
            <w:r w:rsidR="00BA475F" w:rsidRPr="00CF0518">
              <w:rPr>
                <w:rFonts w:asciiTheme="minorHAnsi" w:hAnsiTheme="minorHAnsi" w:cstheme="minorHAnsi"/>
                <w:b/>
              </w:rPr>
              <w:t xml:space="preserve">: </w:t>
            </w:r>
          </w:p>
          <w:p w:rsidR="00CB51BD" w:rsidRPr="00CF0518" w:rsidRDefault="00CB51BD" w:rsidP="00EA63EC">
            <w:pPr>
              <w:ind w:right="317"/>
              <w:rPr>
                <w:rFonts w:asciiTheme="minorHAnsi" w:hAnsiTheme="minorHAnsi" w:cstheme="minorHAnsi"/>
                <w:b/>
              </w:rPr>
            </w:pPr>
          </w:p>
          <w:p w:rsidR="00BA475F" w:rsidRPr="00CF0518" w:rsidRDefault="00BA475F" w:rsidP="00EA63EC">
            <w:pPr>
              <w:ind w:right="317"/>
              <w:rPr>
                <w:rFonts w:asciiTheme="minorHAnsi" w:hAnsiTheme="minorHAnsi" w:cstheme="minorHAnsi"/>
              </w:rPr>
            </w:pPr>
          </w:p>
          <w:p w:rsidR="00BA475F" w:rsidRPr="003653AE" w:rsidRDefault="00BA475F" w:rsidP="00CF0518">
            <w:pPr>
              <w:spacing w:line="276" w:lineRule="auto"/>
              <w:ind w:right="317"/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3653AE">
              <w:rPr>
                <w:rFonts w:asciiTheme="minorHAnsi" w:hAnsiTheme="minorHAnsi" w:cstheme="minorHAnsi"/>
                <w:b/>
                <w:sz w:val="28"/>
                <w:szCs w:val="28"/>
              </w:rPr>
              <w:t xml:space="preserve">Το  </w:t>
            </w:r>
            <w:r w:rsidR="00CF0518" w:rsidRPr="003653AE">
              <w:rPr>
                <w:rFonts w:asciiTheme="minorHAnsi" w:hAnsiTheme="minorHAnsi" w:cstheme="minorHAnsi"/>
                <w:b/>
                <w:sz w:val="28"/>
                <w:szCs w:val="28"/>
              </w:rPr>
              <w:t xml:space="preserve">Τοπικό Συμβούλιο </w:t>
            </w:r>
            <w:r w:rsidR="00CB51BD" w:rsidRPr="003653AE">
              <w:rPr>
                <w:rFonts w:asciiTheme="minorHAnsi" w:hAnsiTheme="minorHAnsi" w:cstheme="minorHAnsi"/>
                <w:b/>
                <w:sz w:val="28"/>
                <w:szCs w:val="28"/>
              </w:rPr>
              <w:t xml:space="preserve">Επιλογής </w:t>
            </w:r>
            <w:r w:rsidRPr="003653AE">
              <w:rPr>
                <w:rFonts w:asciiTheme="minorHAnsi" w:hAnsiTheme="minorHAnsi" w:cstheme="minorHAnsi"/>
                <w:b/>
                <w:sz w:val="28"/>
                <w:szCs w:val="28"/>
              </w:rPr>
              <w:t>Π.Ε. Ανατ</w:t>
            </w:r>
            <w:r w:rsidR="00CF0518" w:rsidRPr="003653AE">
              <w:rPr>
                <w:rFonts w:asciiTheme="minorHAnsi" w:hAnsiTheme="minorHAnsi" w:cstheme="minorHAnsi"/>
                <w:b/>
                <w:sz w:val="28"/>
                <w:szCs w:val="28"/>
              </w:rPr>
              <w:t xml:space="preserve">ολικής </w:t>
            </w:r>
            <w:r w:rsidRPr="003653AE">
              <w:rPr>
                <w:rFonts w:asciiTheme="minorHAnsi" w:hAnsiTheme="minorHAnsi" w:cstheme="minorHAnsi"/>
                <w:b/>
                <w:sz w:val="28"/>
                <w:szCs w:val="28"/>
              </w:rPr>
              <w:t xml:space="preserve"> Θεσ</w:t>
            </w:r>
            <w:r w:rsidR="00CF0518" w:rsidRPr="003653AE">
              <w:rPr>
                <w:rFonts w:asciiTheme="minorHAnsi" w:hAnsiTheme="minorHAnsi" w:cstheme="minorHAnsi"/>
                <w:b/>
                <w:sz w:val="28"/>
                <w:szCs w:val="28"/>
              </w:rPr>
              <w:t>σαλονίκης</w:t>
            </w:r>
          </w:p>
          <w:p w:rsidR="00BA475F" w:rsidRPr="00CF0518" w:rsidRDefault="00BA475F" w:rsidP="00EA63EC">
            <w:pPr>
              <w:jc w:val="both"/>
              <w:rPr>
                <w:rFonts w:asciiTheme="minorHAnsi" w:hAnsiTheme="minorHAnsi" w:cstheme="minorHAnsi"/>
              </w:rPr>
            </w:pPr>
          </w:p>
          <w:p w:rsidR="00BA475F" w:rsidRPr="00CF0518" w:rsidRDefault="00BA475F" w:rsidP="00EA63EC">
            <w:pPr>
              <w:jc w:val="both"/>
              <w:rPr>
                <w:rFonts w:asciiTheme="minorHAnsi" w:hAnsiTheme="minorHAnsi" w:cstheme="minorHAnsi"/>
              </w:rPr>
            </w:pPr>
          </w:p>
          <w:p w:rsidR="00BA475F" w:rsidRDefault="00CF0518" w:rsidP="00057728">
            <w:pPr>
              <w:pStyle w:val="1"/>
              <w:ind w:left="0" w:right="711" w:firstLine="0"/>
              <w:jc w:val="both"/>
              <w:rPr>
                <w:rFonts w:asciiTheme="minorHAnsi" w:hAnsiTheme="minorHAnsi" w:cstheme="minorHAnsi"/>
                <w:b w:val="0"/>
                <w:sz w:val="28"/>
                <w:szCs w:val="28"/>
              </w:rPr>
            </w:pPr>
            <w:r w:rsidRPr="00CF0518">
              <w:rPr>
                <w:rFonts w:ascii="Calibri" w:hAnsi="Calibri" w:cs="Calibri"/>
                <w:b w:val="0"/>
                <w:sz w:val="28"/>
                <w:szCs w:val="28"/>
              </w:rPr>
              <w:t>Ε</w:t>
            </w:r>
            <w:r w:rsidR="00670694">
              <w:rPr>
                <w:rFonts w:asciiTheme="minorHAnsi" w:hAnsiTheme="minorHAnsi" w:cstheme="minorHAnsi"/>
                <w:b w:val="0"/>
                <w:sz w:val="28"/>
                <w:szCs w:val="28"/>
              </w:rPr>
              <w:t xml:space="preserve">κδήλωση </w:t>
            </w:r>
            <w:r w:rsidR="00057728">
              <w:rPr>
                <w:rFonts w:asciiTheme="minorHAnsi" w:hAnsiTheme="minorHAnsi" w:cstheme="minorHAnsi"/>
                <w:b w:val="0"/>
                <w:sz w:val="28"/>
                <w:szCs w:val="28"/>
              </w:rPr>
              <w:t>ενδιαφέροντος για θέση Υποδιευθύντριας</w:t>
            </w:r>
            <w:r w:rsidR="00670694">
              <w:rPr>
                <w:rFonts w:asciiTheme="minorHAnsi" w:hAnsiTheme="minorHAnsi" w:cstheme="minorHAnsi"/>
                <w:b w:val="0"/>
                <w:sz w:val="28"/>
                <w:szCs w:val="28"/>
              </w:rPr>
              <w:t>/</w:t>
            </w:r>
            <w:proofErr w:type="spellStart"/>
            <w:r w:rsidR="00670694">
              <w:rPr>
                <w:rFonts w:asciiTheme="minorHAnsi" w:hAnsiTheme="minorHAnsi" w:cstheme="minorHAnsi"/>
                <w:b w:val="0"/>
                <w:sz w:val="28"/>
                <w:szCs w:val="28"/>
              </w:rPr>
              <w:t>ντ</w:t>
            </w:r>
            <w:r w:rsidR="00057728">
              <w:rPr>
                <w:rFonts w:asciiTheme="minorHAnsi" w:hAnsiTheme="minorHAnsi" w:cstheme="minorHAnsi"/>
                <w:b w:val="0"/>
                <w:sz w:val="28"/>
                <w:szCs w:val="28"/>
              </w:rPr>
              <w:t>ή</w:t>
            </w:r>
            <w:proofErr w:type="spellEnd"/>
            <w:r w:rsidR="00057728">
              <w:rPr>
                <w:rFonts w:asciiTheme="minorHAnsi" w:hAnsiTheme="minorHAnsi" w:cstheme="minorHAnsi"/>
                <w:b w:val="0"/>
                <w:sz w:val="28"/>
                <w:szCs w:val="28"/>
              </w:rPr>
              <w:t xml:space="preserve"> σ</w:t>
            </w:r>
            <w:r w:rsidR="00720FAE">
              <w:rPr>
                <w:rFonts w:asciiTheme="minorHAnsi" w:hAnsiTheme="minorHAnsi" w:cstheme="minorHAnsi"/>
                <w:b w:val="0"/>
                <w:sz w:val="28"/>
                <w:szCs w:val="28"/>
              </w:rPr>
              <w:t>το 92</w:t>
            </w:r>
            <w:r w:rsidR="00720FAE" w:rsidRPr="00720FAE">
              <w:rPr>
                <w:rFonts w:asciiTheme="minorHAnsi" w:hAnsiTheme="minorHAnsi" w:cstheme="minorHAnsi"/>
                <w:b w:val="0"/>
                <w:sz w:val="28"/>
                <w:szCs w:val="28"/>
                <w:vertAlign w:val="superscript"/>
              </w:rPr>
              <w:t>ο</w:t>
            </w:r>
            <w:r w:rsidR="00720FAE">
              <w:rPr>
                <w:rFonts w:asciiTheme="minorHAnsi" w:hAnsiTheme="minorHAnsi" w:cstheme="minorHAnsi"/>
                <w:b w:val="0"/>
                <w:sz w:val="28"/>
                <w:szCs w:val="28"/>
              </w:rPr>
              <w:t xml:space="preserve"> ΔΣ </w:t>
            </w:r>
            <w:r w:rsidR="00670694">
              <w:rPr>
                <w:rFonts w:asciiTheme="minorHAnsi" w:hAnsiTheme="minorHAnsi" w:cstheme="minorHAnsi"/>
                <w:b w:val="0"/>
                <w:sz w:val="28"/>
                <w:szCs w:val="28"/>
              </w:rPr>
              <w:t>Θεσσαλονίκης.</w:t>
            </w:r>
          </w:p>
          <w:p w:rsidR="00057728" w:rsidRPr="00057728" w:rsidRDefault="00057728" w:rsidP="00057728"/>
          <w:p w:rsidR="00014AE9" w:rsidRPr="00CF0518" w:rsidRDefault="00BA475F" w:rsidP="00057728">
            <w:pPr>
              <w:spacing w:line="360" w:lineRule="auto"/>
              <w:ind w:right="885"/>
              <w:jc w:val="both"/>
              <w:rPr>
                <w:rFonts w:asciiTheme="minorHAnsi" w:hAnsiTheme="minorHAnsi" w:cstheme="minorHAnsi"/>
                <w:sz w:val="28"/>
                <w:szCs w:val="28"/>
              </w:rPr>
            </w:pPr>
            <w:r w:rsidRPr="00CF0518">
              <w:rPr>
                <w:rFonts w:asciiTheme="minorHAnsi" w:hAnsiTheme="minorHAnsi" w:cstheme="minorHAnsi"/>
                <w:sz w:val="28"/>
                <w:szCs w:val="28"/>
              </w:rPr>
              <w:t>Συνημμένα</w:t>
            </w:r>
            <w:r w:rsidR="00C34032">
              <w:rPr>
                <w:rFonts w:asciiTheme="minorHAnsi" w:hAnsiTheme="minorHAnsi" w:cstheme="minorHAnsi"/>
                <w:sz w:val="28"/>
                <w:szCs w:val="28"/>
              </w:rPr>
              <w:t xml:space="preserve"> υποβάλλω </w:t>
            </w:r>
            <w:r w:rsidRPr="00CF0518">
              <w:rPr>
                <w:rFonts w:asciiTheme="minorHAnsi" w:hAnsiTheme="minorHAnsi" w:cstheme="minorHAnsi"/>
                <w:sz w:val="28"/>
                <w:szCs w:val="28"/>
              </w:rPr>
              <w:t xml:space="preserve">τα </w:t>
            </w:r>
            <w:r w:rsidR="00670694">
              <w:rPr>
                <w:rFonts w:asciiTheme="minorHAnsi" w:hAnsiTheme="minorHAnsi" w:cstheme="minorHAnsi"/>
                <w:sz w:val="28"/>
                <w:szCs w:val="28"/>
              </w:rPr>
              <w:t>παρακάτω</w:t>
            </w:r>
            <w:r w:rsidRPr="00CF0518">
              <w:rPr>
                <w:rFonts w:asciiTheme="minorHAnsi" w:hAnsiTheme="minorHAnsi" w:cstheme="minorHAnsi"/>
                <w:sz w:val="28"/>
                <w:szCs w:val="28"/>
              </w:rPr>
              <w:t xml:space="preserve"> δικαιολογητικά: </w:t>
            </w:r>
          </w:p>
          <w:p w:rsidR="003A3E69" w:rsidRPr="000C58DB" w:rsidRDefault="00014AE9" w:rsidP="000C58DB">
            <w:pPr>
              <w:pStyle w:val="a8"/>
              <w:numPr>
                <w:ilvl w:val="0"/>
                <w:numId w:val="5"/>
              </w:numPr>
              <w:spacing w:line="480" w:lineRule="auto"/>
              <w:ind w:right="-550"/>
              <w:jc w:val="both"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Βιογραφικό σημείωμα</w:t>
            </w:r>
          </w:p>
          <w:p w:rsidR="000C58DB" w:rsidRDefault="003A3E69" w:rsidP="00CB51BD">
            <w:pPr>
              <w:pStyle w:val="a8"/>
              <w:numPr>
                <w:ilvl w:val="0"/>
                <w:numId w:val="5"/>
              </w:numPr>
              <w:spacing w:line="480" w:lineRule="auto"/>
              <w:ind w:right="-409"/>
              <w:jc w:val="both"/>
              <w:rPr>
                <w:rFonts w:asciiTheme="minorHAnsi" w:hAnsiTheme="minorHAnsi" w:cstheme="minorHAnsi"/>
                <w:sz w:val="28"/>
                <w:szCs w:val="28"/>
              </w:rPr>
            </w:pPr>
            <w:r w:rsidRPr="00CF0518">
              <w:rPr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r w:rsidR="00014AE9">
              <w:rPr>
                <w:rFonts w:asciiTheme="minorHAnsi" w:hAnsiTheme="minorHAnsi" w:cstheme="minorHAnsi"/>
                <w:sz w:val="28"/>
                <w:szCs w:val="28"/>
              </w:rPr>
              <w:t>Πιστοποιητικό υπηρεσιακών μεταβολών</w:t>
            </w:r>
            <w:r w:rsidRPr="00CF0518">
              <w:rPr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r w:rsidRPr="00014AE9">
              <w:rPr>
                <w:rFonts w:asciiTheme="minorHAnsi" w:hAnsiTheme="minorHAnsi" w:cstheme="minorHAnsi"/>
                <w:sz w:val="28"/>
                <w:szCs w:val="28"/>
              </w:rPr>
              <w:t xml:space="preserve"> </w:t>
            </w:r>
          </w:p>
          <w:p w:rsidR="000C58DB" w:rsidRDefault="003A3E69" w:rsidP="000C58DB">
            <w:pPr>
              <w:pStyle w:val="a8"/>
              <w:numPr>
                <w:ilvl w:val="0"/>
                <w:numId w:val="5"/>
              </w:numPr>
              <w:spacing w:line="480" w:lineRule="auto"/>
              <w:ind w:right="-125"/>
              <w:jc w:val="both"/>
              <w:rPr>
                <w:rFonts w:asciiTheme="minorHAnsi" w:hAnsiTheme="minorHAnsi" w:cstheme="minorHAnsi"/>
                <w:sz w:val="28"/>
                <w:szCs w:val="28"/>
              </w:rPr>
            </w:pPr>
            <w:r w:rsidRPr="00014AE9">
              <w:rPr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r w:rsidR="000C58DB">
              <w:rPr>
                <w:rFonts w:asciiTheme="minorHAnsi" w:hAnsiTheme="minorHAnsi" w:cstheme="minorHAnsi"/>
                <w:sz w:val="28"/>
                <w:szCs w:val="28"/>
              </w:rPr>
              <w:t>Τ.Π.Ε.</w:t>
            </w:r>
          </w:p>
          <w:p w:rsidR="003A3E69" w:rsidRPr="000C58DB" w:rsidRDefault="000C58DB" w:rsidP="000C58DB">
            <w:pPr>
              <w:pStyle w:val="a8"/>
              <w:numPr>
                <w:ilvl w:val="0"/>
                <w:numId w:val="5"/>
              </w:numPr>
              <w:spacing w:line="480" w:lineRule="auto"/>
              <w:ind w:right="-125"/>
              <w:jc w:val="both"/>
              <w:rPr>
                <w:rFonts w:asciiTheme="minorHAnsi" w:hAnsiTheme="minorHAnsi" w:cstheme="minorHAnsi"/>
                <w:sz w:val="28"/>
                <w:szCs w:val="28"/>
              </w:rPr>
            </w:pPr>
            <w:r w:rsidRPr="000C58DB">
              <w:rPr>
                <w:rFonts w:asciiTheme="minorHAnsi" w:hAnsiTheme="minorHAnsi" w:cstheme="minorHAnsi"/>
                <w:sz w:val="28"/>
                <w:szCs w:val="28"/>
              </w:rPr>
              <w:t xml:space="preserve">Υπεύθυνη Δήλωση </w:t>
            </w:r>
          </w:p>
          <w:p w:rsidR="003A3E69" w:rsidRPr="00CF0518" w:rsidRDefault="003A3E69" w:rsidP="00EA63E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BA475F" w:rsidRPr="00CF0518" w:rsidRDefault="00BA475F" w:rsidP="00EA63E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F0518">
              <w:rPr>
                <w:rFonts w:asciiTheme="minorHAnsi" w:hAnsiTheme="minorHAnsi" w:cstheme="minorHAnsi"/>
                <w:sz w:val="22"/>
                <w:szCs w:val="22"/>
              </w:rPr>
              <w:t xml:space="preserve">     </w:t>
            </w:r>
          </w:p>
          <w:p w:rsidR="00BA475F" w:rsidRPr="00CF0518" w:rsidRDefault="00BA475F" w:rsidP="00EA63E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BA475F" w:rsidRPr="00CF0518" w:rsidRDefault="00BA475F" w:rsidP="00CB51B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BA475F" w:rsidRPr="00CF0518" w:rsidRDefault="00BA475F" w:rsidP="0067069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BA475F" w:rsidRDefault="00BA475F" w:rsidP="00EA63E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057728" w:rsidRDefault="00057728" w:rsidP="00EA63E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057728" w:rsidRDefault="00057728" w:rsidP="00EA63E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057728" w:rsidRPr="00CF0518" w:rsidRDefault="00057728" w:rsidP="00EA63E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BA475F" w:rsidRPr="00CF0518" w:rsidRDefault="00BA475F" w:rsidP="00EA63E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BA475F" w:rsidRPr="00CB51BD" w:rsidRDefault="00BA475F" w:rsidP="00EA63EC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CB51BD">
              <w:rPr>
                <w:rFonts w:asciiTheme="minorHAnsi" w:hAnsiTheme="minorHAnsi" w:cstheme="minorHAnsi"/>
                <w:b/>
              </w:rPr>
              <w:t>Ο/Η  Αιτών/ούσα</w:t>
            </w:r>
          </w:p>
          <w:p w:rsidR="00BA475F" w:rsidRPr="00CB51BD" w:rsidRDefault="00BA475F" w:rsidP="00EA63EC">
            <w:pPr>
              <w:jc w:val="right"/>
              <w:rPr>
                <w:rFonts w:asciiTheme="minorHAnsi" w:hAnsiTheme="minorHAnsi" w:cstheme="minorHAnsi"/>
              </w:rPr>
            </w:pPr>
          </w:p>
          <w:p w:rsidR="00BA475F" w:rsidRPr="00CB51BD" w:rsidRDefault="00BA475F" w:rsidP="00EA63EC">
            <w:pPr>
              <w:jc w:val="right"/>
              <w:rPr>
                <w:rFonts w:asciiTheme="minorHAnsi" w:hAnsiTheme="minorHAnsi" w:cstheme="minorHAnsi"/>
              </w:rPr>
            </w:pPr>
          </w:p>
          <w:p w:rsidR="00BA475F" w:rsidRPr="00CB51BD" w:rsidRDefault="00BA475F" w:rsidP="00EA63EC">
            <w:pPr>
              <w:jc w:val="right"/>
              <w:rPr>
                <w:rFonts w:asciiTheme="minorHAnsi" w:hAnsiTheme="minorHAnsi" w:cstheme="minorHAnsi"/>
              </w:rPr>
            </w:pPr>
          </w:p>
          <w:p w:rsidR="00BA475F" w:rsidRPr="00CF0518" w:rsidRDefault="00BA475F" w:rsidP="00EA63EC">
            <w:pPr>
              <w:jc w:val="center"/>
              <w:rPr>
                <w:rFonts w:asciiTheme="minorHAnsi" w:hAnsiTheme="minorHAnsi" w:cstheme="minorHAnsi"/>
              </w:rPr>
            </w:pPr>
            <w:r w:rsidRPr="00CB51BD">
              <w:rPr>
                <w:rFonts w:asciiTheme="minorHAnsi" w:hAnsiTheme="minorHAnsi" w:cstheme="minorHAnsi"/>
              </w:rPr>
              <w:t>...............................</w:t>
            </w:r>
          </w:p>
        </w:tc>
      </w:tr>
      <w:tr w:rsidR="00BA475F" w:rsidRPr="00012677" w:rsidTr="00014AE9">
        <w:trPr>
          <w:gridAfter w:val="1"/>
          <w:wAfter w:w="301" w:type="dxa"/>
          <w:trHeight w:val="292"/>
        </w:trPr>
        <w:tc>
          <w:tcPr>
            <w:tcW w:w="4786" w:type="dxa"/>
          </w:tcPr>
          <w:p w:rsidR="00BA475F" w:rsidRPr="00012677" w:rsidRDefault="00BA475F" w:rsidP="00EA63EC">
            <w:pPr>
              <w:ind w:right="317"/>
              <w:jc w:val="center"/>
              <w:rPr>
                <w:rFonts w:ascii="Verdana" w:hAnsi="Verdana"/>
              </w:rPr>
            </w:pPr>
          </w:p>
        </w:tc>
        <w:tc>
          <w:tcPr>
            <w:tcW w:w="5404" w:type="dxa"/>
          </w:tcPr>
          <w:p w:rsidR="00BA475F" w:rsidRPr="00012677" w:rsidRDefault="00BA475F" w:rsidP="00EA63EC">
            <w:pPr>
              <w:rPr>
                <w:rFonts w:ascii="Verdana" w:hAnsi="Verdana"/>
              </w:rPr>
            </w:pPr>
          </w:p>
        </w:tc>
      </w:tr>
    </w:tbl>
    <w:p w:rsidR="008063CC" w:rsidRPr="00393D0F" w:rsidRDefault="008063CC" w:rsidP="00393D0F">
      <w:pPr>
        <w:ind w:firstLine="720"/>
        <w:rPr>
          <w:rFonts w:ascii="Arial" w:hAnsi="Arial" w:cs="Arial"/>
          <w:sz w:val="22"/>
          <w:szCs w:val="22"/>
        </w:rPr>
      </w:pPr>
    </w:p>
    <w:sectPr w:rsidR="008063CC" w:rsidRPr="00393D0F" w:rsidSect="00675B27">
      <w:footerReference w:type="even" r:id="rId7"/>
      <w:footerReference w:type="default" r:id="rId8"/>
      <w:pgSz w:w="11906" w:h="16838"/>
      <w:pgMar w:top="851" w:right="1080" w:bottom="1135" w:left="1080" w:header="720" w:footer="1134" w:gutter="0"/>
      <w:pgNumType w:start="1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A3DAA" w:rsidRDefault="007A3DAA">
      <w:r>
        <w:separator/>
      </w:r>
    </w:p>
  </w:endnote>
  <w:endnote w:type="continuationSeparator" w:id="0">
    <w:p w:rsidR="007A3DAA" w:rsidRDefault="007A3DA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0440" w:rsidRDefault="00521E46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190440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190440">
      <w:rPr>
        <w:rStyle w:val="a4"/>
        <w:noProof/>
      </w:rPr>
      <w:t>1</w:t>
    </w:r>
    <w:r>
      <w:rPr>
        <w:rStyle w:val="a4"/>
      </w:rPr>
      <w:fldChar w:fldCharType="end"/>
    </w:r>
  </w:p>
  <w:p w:rsidR="00190440" w:rsidRDefault="00190440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0440" w:rsidRDefault="00521E46">
    <w:pPr>
      <w:pStyle w:val="a3"/>
      <w:framePr w:wrap="around" w:vAnchor="text" w:hAnchor="margin" w:xAlign="center" w:y="1"/>
      <w:rPr>
        <w:rStyle w:val="a4"/>
        <w:rFonts w:ascii="Arial" w:hAnsi="Arial"/>
        <w:sz w:val="24"/>
      </w:rPr>
    </w:pPr>
    <w:r>
      <w:rPr>
        <w:rStyle w:val="a4"/>
        <w:rFonts w:ascii="Arial" w:hAnsi="Arial"/>
        <w:sz w:val="24"/>
      </w:rPr>
      <w:fldChar w:fldCharType="begin"/>
    </w:r>
    <w:r w:rsidR="00190440">
      <w:rPr>
        <w:rStyle w:val="a4"/>
        <w:rFonts w:ascii="Arial" w:hAnsi="Arial"/>
        <w:sz w:val="24"/>
      </w:rPr>
      <w:instrText xml:space="preserve">PAGE  </w:instrText>
    </w:r>
    <w:r>
      <w:rPr>
        <w:rStyle w:val="a4"/>
        <w:rFonts w:ascii="Arial" w:hAnsi="Arial"/>
        <w:sz w:val="24"/>
      </w:rPr>
      <w:fldChar w:fldCharType="separate"/>
    </w:r>
    <w:r w:rsidR="00014AE9">
      <w:rPr>
        <w:rStyle w:val="a4"/>
        <w:rFonts w:ascii="Arial" w:hAnsi="Arial"/>
        <w:noProof/>
        <w:sz w:val="24"/>
      </w:rPr>
      <w:t>2</w:t>
    </w:r>
    <w:r>
      <w:rPr>
        <w:rStyle w:val="a4"/>
        <w:rFonts w:ascii="Arial" w:hAnsi="Arial"/>
        <w:sz w:val="24"/>
      </w:rPr>
      <w:fldChar w:fldCharType="end"/>
    </w:r>
  </w:p>
  <w:p w:rsidR="00190440" w:rsidRDefault="00190440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A3DAA" w:rsidRDefault="007A3DAA">
      <w:r>
        <w:separator/>
      </w:r>
    </w:p>
  </w:footnote>
  <w:footnote w:type="continuationSeparator" w:id="0">
    <w:p w:rsidR="007A3DAA" w:rsidRDefault="007A3DA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6A0D9D"/>
    <w:multiLevelType w:val="hybridMultilevel"/>
    <w:tmpl w:val="02D8855A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A763A2D"/>
    <w:multiLevelType w:val="hybridMultilevel"/>
    <w:tmpl w:val="2F203298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5D54228A"/>
    <w:multiLevelType w:val="hybridMultilevel"/>
    <w:tmpl w:val="02D8855A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9F11D76"/>
    <w:multiLevelType w:val="hybridMultilevel"/>
    <w:tmpl w:val="F0908920"/>
    <w:lvl w:ilvl="0" w:tplc="0408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76F1506F"/>
    <w:multiLevelType w:val="hybridMultilevel"/>
    <w:tmpl w:val="D24410FA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01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057D3"/>
    <w:rsid w:val="00004B8A"/>
    <w:rsid w:val="00004F91"/>
    <w:rsid w:val="0001281A"/>
    <w:rsid w:val="00014AE9"/>
    <w:rsid w:val="00045B7C"/>
    <w:rsid w:val="00057728"/>
    <w:rsid w:val="000645A7"/>
    <w:rsid w:val="000722D0"/>
    <w:rsid w:val="00073141"/>
    <w:rsid w:val="000C58DB"/>
    <w:rsid w:val="000D0929"/>
    <w:rsid w:val="000E2776"/>
    <w:rsid w:val="000F07A0"/>
    <w:rsid w:val="000F174C"/>
    <w:rsid w:val="001002BF"/>
    <w:rsid w:val="00102301"/>
    <w:rsid w:val="001107B5"/>
    <w:rsid w:val="001119D3"/>
    <w:rsid w:val="00120369"/>
    <w:rsid w:val="00130EA6"/>
    <w:rsid w:val="00131645"/>
    <w:rsid w:val="00132871"/>
    <w:rsid w:val="001415E3"/>
    <w:rsid w:val="00151B14"/>
    <w:rsid w:val="001537BA"/>
    <w:rsid w:val="0015489A"/>
    <w:rsid w:val="0016762B"/>
    <w:rsid w:val="00190440"/>
    <w:rsid w:val="00194DFC"/>
    <w:rsid w:val="0019575C"/>
    <w:rsid w:val="00195F4D"/>
    <w:rsid w:val="001B6411"/>
    <w:rsid w:val="001B794B"/>
    <w:rsid w:val="001C55BC"/>
    <w:rsid w:val="001C5789"/>
    <w:rsid w:val="001D0A80"/>
    <w:rsid w:val="001E21D2"/>
    <w:rsid w:val="001F1845"/>
    <w:rsid w:val="001F4297"/>
    <w:rsid w:val="001F5B67"/>
    <w:rsid w:val="0022299A"/>
    <w:rsid w:val="00237422"/>
    <w:rsid w:val="00240187"/>
    <w:rsid w:val="0026632E"/>
    <w:rsid w:val="002838DF"/>
    <w:rsid w:val="00284192"/>
    <w:rsid w:val="002876B7"/>
    <w:rsid w:val="0029451C"/>
    <w:rsid w:val="002A0135"/>
    <w:rsid w:val="002A6938"/>
    <w:rsid w:val="002B72EB"/>
    <w:rsid w:val="002B764E"/>
    <w:rsid w:val="002D00C6"/>
    <w:rsid w:val="00300117"/>
    <w:rsid w:val="003032C2"/>
    <w:rsid w:val="00303D89"/>
    <w:rsid w:val="00321BDB"/>
    <w:rsid w:val="00321FD9"/>
    <w:rsid w:val="00352954"/>
    <w:rsid w:val="00355039"/>
    <w:rsid w:val="0035570C"/>
    <w:rsid w:val="00356C2F"/>
    <w:rsid w:val="003653AE"/>
    <w:rsid w:val="00376F22"/>
    <w:rsid w:val="00381458"/>
    <w:rsid w:val="00386A57"/>
    <w:rsid w:val="00393D0F"/>
    <w:rsid w:val="00394774"/>
    <w:rsid w:val="003A1564"/>
    <w:rsid w:val="003A3E69"/>
    <w:rsid w:val="003A6974"/>
    <w:rsid w:val="003C5091"/>
    <w:rsid w:val="00401595"/>
    <w:rsid w:val="00407182"/>
    <w:rsid w:val="0041368D"/>
    <w:rsid w:val="00413FFB"/>
    <w:rsid w:val="004158D5"/>
    <w:rsid w:val="00421DC7"/>
    <w:rsid w:val="004247ED"/>
    <w:rsid w:val="00433029"/>
    <w:rsid w:val="00454E9E"/>
    <w:rsid w:val="00461891"/>
    <w:rsid w:val="004875CD"/>
    <w:rsid w:val="00490E7F"/>
    <w:rsid w:val="004973E4"/>
    <w:rsid w:val="004A3CC6"/>
    <w:rsid w:val="004B12B4"/>
    <w:rsid w:val="004B7185"/>
    <w:rsid w:val="004B7DA7"/>
    <w:rsid w:val="004D0086"/>
    <w:rsid w:val="004D5024"/>
    <w:rsid w:val="00502A62"/>
    <w:rsid w:val="0050594E"/>
    <w:rsid w:val="00507B35"/>
    <w:rsid w:val="005105C4"/>
    <w:rsid w:val="0052048B"/>
    <w:rsid w:val="005204D4"/>
    <w:rsid w:val="00521E46"/>
    <w:rsid w:val="005230C6"/>
    <w:rsid w:val="005377A4"/>
    <w:rsid w:val="005522EF"/>
    <w:rsid w:val="00557135"/>
    <w:rsid w:val="00557E91"/>
    <w:rsid w:val="00564265"/>
    <w:rsid w:val="00570834"/>
    <w:rsid w:val="00570D88"/>
    <w:rsid w:val="005745CC"/>
    <w:rsid w:val="00577E1E"/>
    <w:rsid w:val="005903E1"/>
    <w:rsid w:val="005967EE"/>
    <w:rsid w:val="005A1AC8"/>
    <w:rsid w:val="005D1540"/>
    <w:rsid w:val="005D4F78"/>
    <w:rsid w:val="005D7A40"/>
    <w:rsid w:val="005E0786"/>
    <w:rsid w:val="005E3D55"/>
    <w:rsid w:val="005F404F"/>
    <w:rsid w:val="005F5A24"/>
    <w:rsid w:val="00601818"/>
    <w:rsid w:val="00602608"/>
    <w:rsid w:val="0060522D"/>
    <w:rsid w:val="0061383F"/>
    <w:rsid w:val="0061456A"/>
    <w:rsid w:val="00621E51"/>
    <w:rsid w:val="00656DCC"/>
    <w:rsid w:val="00663A20"/>
    <w:rsid w:val="00670694"/>
    <w:rsid w:val="00675B27"/>
    <w:rsid w:val="00684EB2"/>
    <w:rsid w:val="006863BF"/>
    <w:rsid w:val="00687CF3"/>
    <w:rsid w:val="006A78A5"/>
    <w:rsid w:val="006B195B"/>
    <w:rsid w:val="006D34A5"/>
    <w:rsid w:val="006D3B57"/>
    <w:rsid w:val="006D4BD9"/>
    <w:rsid w:val="006E0001"/>
    <w:rsid w:val="006F4272"/>
    <w:rsid w:val="007000C8"/>
    <w:rsid w:val="0071741D"/>
    <w:rsid w:val="00720FAE"/>
    <w:rsid w:val="00725307"/>
    <w:rsid w:val="00731657"/>
    <w:rsid w:val="007344F1"/>
    <w:rsid w:val="00742C9B"/>
    <w:rsid w:val="00747AE7"/>
    <w:rsid w:val="00757D4E"/>
    <w:rsid w:val="007715A2"/>
    <w:rsid w:val="007776B6"/>
    <w:rsid w:val="00782B85"/>
    <w:rsid w:val="007A3DAA"/>
    <w:rsid w:val="007A720A"/>
    <w:rsid w:val="007B48F2"/>
    <w:rsid w:val="008063CC"/>
    <w:rsid w:val="0081337C"/>
    <w:rsid w:val="0082025B"/>
    <w:rsid w:val="00827487"/>
    <w:rsid w:val="00834CC5"/>
    <w:rsid w:val="00886A28"/>
    <w:rsid w:val="008A46F7"/>
    <w:rsid w:val="008B0FCF"/>
    <w:rsid w:val="008C095F"/>
    <w:rsid w:val="008D0CD0"/>
    <w:rsid w:val="008E47B8"/>
    <w:rsid w:val="008F1097"/>
    <w:rsid w:val="00906057"/>
    <w:rsid w:val="00923A1B"/>
    <w:rsid w:val="00937D29"/>
    <w:rsid w:val="0095649B"/>
    <w:rsid w:val="00957EFF"/>
    <w:rsid w:val="00961304"/>
    <w:rsid w:val="009659DE"/>
    <w:rsid w:val="00971E8D"/>
    <w:rsid w:val="00975D88"/>
    <w:rsid w:val="00983A19"/>
    <w:rsid w:val="009849E6"/>
    <w:rsid w:val="00992F12"/>
    <w:rsid w:val="00994307"/>
    <w:rsid w:val="009B207B"/>
    <w:rsid w:val="009B7B72"/>
    <w:rsid w:val="009C1914"/>
    <w:rsid w:val="009D0F22"/>
    <w:rsid w:val="009D730F"/>
    <w:rsid w:val="009E027D"/>
    <w:rsid w:val="009E33DD"/>
    <w:rsid w:val="009E5080"/>
    <w:rsid w:val="009F1666"/>
    <w:rsid w:val="00A00EFF"/>
    <w:rsid w:val="00A02B5C"/>
    <w:rsid w:val="00A044AF"/>
    <w:rsid w:val="00A10A29"/>
    <w:rsid w:val="00A1118B"/>
    <w:rsid w:val="00A1517F"/>
    <w:rsid w:val="00A169D2"/>
    <w:rsid w:val="00A178DB"/>
    <w:rsid w:val="00A3509D"/>
    <w:rsid w:val="00A42DB5"/>
    <w:rsid w:val="00A50445"/>
    <w:rsid w:val="00A559A6"/>
    <w:rsid w:val="00A75B01"/>
    <w:rsid w:val="00AA6C77"/>
    <w:rsid w:val="00AC33FB"/>
    <w:rsid w:val="00AD3B25"/>
    <w:rsid w:val="00AE3BBE"/>
    <w:rsid w:val="00AF663A"/>
    <w:rsid w:val="00B004AD"/>
    <w:rsid w:val="00B14705"/>
    <w:rsid w:val="00B16B8D"/>
    <w:rsid w:val="00B244BB"/>
    <w:rsid w:val="00B57392"/>
    <w:rsid w:val="00B63BBB"/>
    <w:rsid w:val="00B81633"/>
    <w:rsid w:val="00B825F9"/>
    <w:rsid w:val="00BA475F"/>
    <w:rsid w:val="00BB1D8D"/>
    <w:rsid w:val="00BB3095"/>
    <w:rsid w:val="00BB68D5"/>
    <w:rsid w:val="00BC7CFE"/>
    <w:rsid w:val="00BD3323"/>
    <w:rsid w:val="00C06689"/>
    <w:rsid w:val="00C10E58"/>
    <w:rsid w:val="00C16B87"/>
    <w:rsid w:val="00C218C6"/>
    <w:rsid w:val="00C26A6C"/>
    <w:rsid w:val="00C34032"/>
    <w:rsid w:val="00C46833"/>
    <w:rsid w:val="00C50017"/>
    <w:rsid w:val="00C50503"/>
    <w:rsid w:val="00C55CF4"/>
    <w:rsid w:val="00C6686B"/>
    <w:rsid w:val="00C75EA9"/>
    <w:rsid w:val="00C84AA4"/>
    <w:rsid w:val="00CA4AAA"/>
    <w:rsid w:val="00CB51BD"/>
    <w:rsid w:val="00CC0473"/>
    <w:rsid w:val="00CD7BE2"/>
    <w:rsid w:val="00CE2A92"/>
    <w:rsid w:val="00CE53EC"/>
    <w:rsid w:val="00CE6F75"/>
    <w:rsid w:val="00CF034A"/>
    <w:rsid w:val="00CF0518"/>
    <w:rsid w:val="00D15DA2"/>
    <w:rsid w:val="00D346C6"/>
    <w:rsid w:val="00D4052A"/>
    <w:rsid w:val="00D55DE3"/>
    <w:rsid w:val="00D63A5A"/>
    <w:rsid w:val="00D711BB"/>
    <w:rsid w:val="00D74A10"/>
    <w:rsid w:val="00D81972"/>
    <w:rsid w:val="00D82C6F"/>
    <w:rsid w:val="00D91AF0"/>
    <w:rsid w:val="00DA514B"/>
    <w:rsid w:val="00DA5CEB"/>
    <w:rsid w:val="00DE3031"/>
    <w:rsid w:val="00DE3E9A"/>
    <w:rsid w:val="00E042F4"/>
    <w:rsid w:val="00E057D3"/>
    <w:rsid w:val="00E3150B"/>
    <w:rsid w:val="00E34E11"/>
    <w:rsid w:val="00E4783C"/>
    <w:rsid w:val="00E505D7"/>
    <w:rsid w:val="00E510F7"/>
    <w:rsid w:val="00E63C2F"/>
    <w:rsid w:val="00E63CAB"/>
    <w:rsid w:val="00E64E92"/>
    <w:rsid w:val="00E859B4"/>
    <w:rsid w:val="00E87A5F"/>
    <w:rsid w:val="00EA2C8E"/>
    <w:rsid w:val="00EB2A57"/>
    <w:rsid w:val="00EB3B52"/>
    <w:rsid w:val="00EC231E"/>
    <w:rsid w:val="00EF0BA6"/>
    <w:rsid w:val="00F00FD8"/>
    <w:rsid w:val="00F0513B"/>
    <w:rsid w:val="00F064F3"/>
    <w:rsid w:val="00F20CEA"/>
    <w:rsid w:val="00F26DD5"/>
    <w:rsid w:val="00F45C01"/>
    <w:rsid w:val="00F46EF9"/>
    <w:rsid w:val="00F70D19"/>
    <w:rsid w:val="00F77A59"/>
    <w:rsid w:val="00F85695"/>
    <w:rsid w:val="00F9565E"/>
    <w:rsid w:val="00FC3A13"/>
    <w:rsid w:val="00FC5D47"/>
    <w:rsid w:val="00FD12C9"/>
    <w:rsid w:val="00FE67E1"/>
    <w:rsid w:val="00FE6F1F"/>
    <w:rsid w:val="00FF41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0473"/>
    <w:rPr>
      <w:sz w:val="24"/>
      <w:szCs w:val="24"/>
    </w:rPr>
  </w:style>
  <w:style w:type="paragraph" w:styleId="1">
    <w:name w:val="heading 1"/>
    <w:basedOn w:val="a"/>
    <w:next w:val="a"/>
    <w:qFormat/>
    <w:rsid w:val="00CC0473"/>
    <w:pPr>
      <w:keepNext/>
      <w:ind w:left="-709" w:firstLine="425"/>
      <w:outlineLvl w:val="0"/>
    </w:pPr>
    <w:rPr>
      <w:rFonts w:ascii="Arial" w:hAnsi="Arial"/>
      <w:b/>
      <w:sz w:val="20"/>
      <w:szCs w:val="20"/>
    </w:rPr>
  </w:style>
  <w:style w:type="paragraph" w:styleId="2">
    <w:name w:val="heading 2"/>
    <w:basedOn w:val="a"/>
    <w:next w:val="a"/>
    <w:qFormat/>
    <w:rsid w:val="006D3B5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4">
    <w:name w:val="heading 4"/>
    <w:basedOn w:val="a"/>
    <w:next w:val="a"/>
    <w:qFormat/>
    <w:rsid w:val="00CC0473"/>
    <w:pPr>
      <w:keepNext/>
      <w:outlineLvl w:val="3"/>
    </w:pPr>
    <w:rPr>
      <w:rFonts w:ascii="Arial" w:hAnsi="Arial" w:cs="Arial"/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CC0473"/>
    <w:pPr>
      <w:tabs>
        <w:tab w:val="center" w:pos="4153"/>
        <w:tab w:val="right" w:pos="8306"/>
      </w:tabs>
    </w:pPr>
    <w:rPr>
      <w:sz w:val="20"/>
      <w:szCs w:val="20"/>
    </w:rPr>
  </w:style>
  <w:style w:type="character" w:styleId="a4">
    <w:name w:val="page number"/>
    <w:basedOn w:val="a0"/>
    <w:rsid w:val="00CC0473"/>
  </w:style>
  <w:style w:type="paragraph" w:styleId="a5">
    <w:name w:val="Body Text Indent"/>
    <w:basedOn w:val="a"/>
    <w:rsid w:val="00CC0473"/>
    <w:pPr>
      <w:framePr w:w="3677" w:h="1577" w:hSpace="180" w:wrap="around" w:vAnchor="text" w:hAnchor="page" w:x="1735" w:y="741"/>
      <w:ind w:left="142"/>
      <w:jc w:val="center"/>
    </w:pPr>
    <w:rPr>
      <w:rFonts w:ascii="Arial" w:hAnsi="Arial"/>
      <w:b/>
      <w:sz w:val="20"/>
      <w:szCs w:val="20"/>
    </w:rPr>
  </w:style>
  <w:style w:type="paragraph" w:styleId="a6">
    <w:name w:val="caption"/>
    <w:basedOn w:val="a"/>
    <w:next w:val="a"/>
    <w:qFormat/>
    <w:rsid w:val="00CC0473"/>
    <w:pPr>
      <w:framePr w:w="3677" w:h="1297" w:hSpace="180" w:wrap="around" w:vAnchor="text" w:hAnchor="page" w:x="1735" w:y="741"/>
      <w:ind w:left="142"/>
      <w:jc w:val="center"/>
    </w:pPr>
    <w:rPr>
      <w:rFonts w:ascii="Arial" w:hAnsi="Arial"/>
      <w:b/>
      <w:sz w:val="22"/>
      <w:szCs w:val="20"/>
    </w:rPr>
  </w:style>
  <w:style w:type="paragraph" w:styleId="a7">
    <w:name w:val="Balloon Text"/>
    <w:basedOn w:val="a"/>
    <w:semiHidden/>
    <w:rsid w:val="002A0135"/>
    <w:rPr>
      <w:rFonts w:ascii="Tahoma" w:hAnsi="Tahoma" w:cs="Tahoma"/>
      <w:sz w:val="16"/>
      <w:szCs w:val="16"/>
    </w:rPr>
  </w:style>
  <w:style w:type="paragraph" w:styleId="Web">
    <w:name w:val="Normal (Web)"/>
    <w:basedOn w:val="a"/>
    <w:uiPriority w:val="99"/>
    <w:semiHidden/>
    <w:unhideWhenUsed/>
    <w:rsid w:val="00130EA6"/>
    <w:pPr>
      <w:spacing w:before="100" w:beforeAutospacing="1" w:after="100" w:afterAutospacing="1"/>
    </w:pPr>
  </w:style>
  <w:style w:type="paragraph" w:customStyle="1" w:styleId="default">
    <w:name w:val="default"/>
    <w:basedOn w:val="a"/>
    <w:rsid w:val="00130EA6"/>
    <w:pPr>
      <w:spacing w:before="100" w:beforeAutospacing="1" w:after="100" w:afterAutospacing="1"/>
    </w:pPr>
  </w:style>
  <w:style w:type="character" w:styleId="-">
    <w:name w:val="Hyperlink"/>
    <w:basedOn w:val="a0"/>
    <w:uiPriority w:val="99"/>
    <w:unhideWhenUsed/>
    <w:rsid w:val="00D74A10"/>
    <w:rPr>
      <w:color w:val="0000FF"/>
      <w:u w:val="single"/>
    </w:rPr>
  </w:style>
  <w:style w:type="paragraph" w:styleId="a8">
    <w:name w:val="List Paragraph"/>
    <w:basedOn w:val="a"/>
    <w:uiPriority w:val="34"/>
    <w:qFormat/>
    <w:rsid w:val="003A3E6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629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User\&#917;&#960;&#953;&#966;&#940;&#957;&#949;&#953;&#945;%20&#949;&#961;&#947;&#945;&#963;&#943;&#945;&#962;\&#929;&#927;&#933;&#923;&#913;\&#913;&#957;&#964;&#943;&#947;&#961;&#945;&#966;&#959;%20&#945;&#960;&#972;%20&#928;&#921;&#931;&#932;&#927;&#928;.%20&#933;&#928;&#919;&#929;.%20&#924;&#917;&#932;.%20&#934;&#927;&#929;&#924;&#913;.dot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Αντίγραφο από ΠΙΣΤΟΠ. ΥΠΗΡ. ΜΕΤ. ΦΟΡΜΑ.dot</Template>
  <TotalTime>56</TotalTime>
  <Pages>1</Pages>
  <Words>64</Words>
  <Characters>765</Characters>
  <Application>Microsoft Office Word</Application>
  <DocSecurity>0</DocSecurity>
  <Lines>6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yppeth</Company>
  <LinksUpToDate>false</LinksUpToDate>
  <CharactersWithSpaces>828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17</cp:revision>
  <cp:lastPrinted>2023-09-20T06:51:00Z</cp:lastPrinted>
  <dcterms:created xsi:type="dcterms:W3CDTF">2023-09-19T10:12:00Z</dcterms:created>
  <dcterms:modified xsi:type="dcterms:W3CDTF">2025-02-13T08:45:00Z</dcterms:modified>
</cp:coreProperties>
</file>